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003A7B34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FA4E9C">
        <w:rPr>
          <w:rFonts w:cs="Arial"/>
          <w:color w:val="000000"/>
          <w:sz w:val="22"/>
        </w:rPr>
        <w:t>3.12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4C7FBD">
        <w:rPr>
          <w:rFonts w:cs="Arial"/>
          <w:color w:val="000000"/>
          <w:sz w:val="22"/>
        </w:rPr>
        <w:t>6</w:t>
      </w:r>
      <w:r w:rsidR="00FA4E9C">
        <w:rPr>
          <w:rFonts w:cs="Arial"/>
          <w:color w:val="000000"/>
          <w:sz w:val="22"/>
        </w:rPr>
        <w:t>533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DFE3C2A" w:rsidR="000B2E35" w:rsidRPr="000B2E35" w:rsidRDefault="00090E0A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võrgu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29DDF755" w:rsidR="00F44F1F" w:rsidRPr="00F44F1F" w:rsidRDefault="00870659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LC1552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Liivaranna detailplaneeringuala 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liitumine elektrivõrguga Rann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apungerja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 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Alutaguse 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vald 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Ida-Viru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maa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65ACCEAA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Jaanus Kaldoja</w:t>
            </w:r>
          </w:p>
          <w:p w14:paraId="1AF8D9E3" w14:textId="133DDF49" w:rsidR="00A45F32" w:rsidRPr="000B2E35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0F64727A" w:rsidR="000B2E35" w:rsidRPr="000B2E35" w:rsidRDefault="0057082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14.10</w:t>
            </w:r>
            <w:r w:rsidR="00D27110"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.2024  nr 7.1-2/24/1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553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2693BBB4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70825">
              <w:rPr>
                <w:rFonts w:ascii="Times New Roman" w:hAnsi="Times New Roman"/>
                <w:b/>
                <w:lang w:val="et-EE"/>
              </w:rPr>
              <w:t>3 Jõhvi-Tartu-Valga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64F5B7CA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E70A39">
              <w:rPr>
                <w:rFonts w:ascii="Times New Roman" w:hAnsi="Times New Roman"/>
                <w:bCs/>
                <w:lang w:val="et-EE"/>
              </w:rPr>
              <w:t>81501:005:0079</w:t>
            </w:r>
          </w:p>
          <w:p w14:paraId="573BFF07" w14:textId="59FA5802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E70A39">
              <w:rPr>
                <w:rFonts w:ascii="Times New Roman" w:hAnsi="Times New Roman"/>
                <w:bCs/>
                <w:lang w:val="et-EE"/>
              </w:rPr>
              <w:t>7932750</w:t>
            </w:r>
          </w:p>
          <w:p w14:paraId="33B38F87" w14:textId="47183C26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>3 Jõhvi-Tartu-Valga tee</w:t>
            </w:r>
          </w:p>
          <w:p w14:paraId="0A95FBAC" w14:textId="3915FD58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4C0FF9">
              <w:rPr>
                <w:rFonts w:ascii="Times New Roman" w:hAnsi="Times New Roman"/>
                <w:bCs/>
                <w:lang w:val="et-EE"/>
              </w:rPr>
              <w:t>8134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56F937D8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F30C82">
              <w:rPr>
                <w:rFonts w:ascii="Times New Roman" w:hAnsi="Times New Roman"/>
                <w:bCs/>
                <w:lang w:val="et-EE"/>
              </w:rPr>
              <w:t>584030</w:t>
            </w:r>
          </w:p>
          <w:p w14:paraId="19CE75E4" w14:textId="6D16FB73" w:rsidR="00567499" w:rsidRPr="000B2E35" w:rsidRDefault="00F30C82" w:rsidP="004C0FF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010429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https://pari.kataster.ee/magic-link/9c77d4bd-7291-4285-9ff9-5d38ac11e257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AFFC7" w14:textId="77777777" w:rsidR="00AB5FDC" w:rsidRDefault="00AB5FDC">
      <w:r>
        <w:separator/>
      </w:r>
    </w:p>
  </w:endnote>
  <w:endnote w:type="continuationSeparator" w:id="0">
    <w:p w14:paraId="7B3C5153" w14:textId="77777777" w:rsidR="00AB5FDC" w:rsidRDefault="00AB5FDC">
      <w:r>
        <w:continuationSeparator/>
      </w:r>
    </w:p>
  </w:endnote>
  <w:endnote w:type="continuationNotice" w:id="1">
    <w:p w14:paraId="7249276D" w14:textId="77777777" w:rsidR="00AB5FDC" w:rsidRDefault="00AB5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334F" w14:textId="77777777" w:rsidR="00AB5FDC" w:rsidRDefault="00AB5FDC">
      <w:r>
        <w:separator/>
      </w:r>
    </w:p>
  </w:footnote>
  <w:footnote w:type="continuationSeparator" w:id="0">
    <w:p w14:paraId="7EA3D70D" w14:textId="77777777" w:rsidR="00AB5FDC" w:rsidRDefault="00AB5FDC">
      <w:r>
        <w:continuationSeparator/>
      </w:r>
    </w:p>
  </w:footnote>
  <w:footnote w:type="continuationNotice" w:id="1">
    <w:p w14:paraId="742E3753" w14:textId="77777777" w:rsidR="00AB5FDC" w:rsidRDefault="00AB5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47C65"/>
    <w:rsid w:val="00556D7B"/>
    <w:rsid w:val="005572A4"/>
    <w:rsid w:val="00557995"/>
    <w:rsid w:val="005609D0"/>
    <w:rsid w:val="00567499"/>
    <w:rsid w:val="00567C35"/>
    <w:rsid w:val="0057082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24041"/>
    <w:rsid w:val="00D25D80"/>
    <w:rsid w:val="00D266EA"/>
    <w:rsid w:val="00D27110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9c77d4bd-7291-4285-9ff9-5d38ac11e25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257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2024-12-03T09:16:00Z</dcterms:created>
  <dcterms:modified xsi:type="dcterms:W3CDTF">2024-12-03T09:16:00Z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